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B2AC" w14:textId="77777777" w:rsidR="00601D52" w:rsidRPr="00601D52" w:rsidRDefault="00601D52" w:rsidP="00601D52">
      <w:pPr>
        <w:pStyle w:val="1"/>
        <w:ind w:right="-143" w:hanging="284"/>
        <w:jc w:val="center"/>
        <w:rPr>
          <w:rFonts w:asciiTheme="minorHAnsi" w:hAnsiTheme="minorHAnsi"/>
          <w:sz w:val="28"/>
          <w:szCs w:val="28"/>
        </w:rPr>
      </w:pPr>
      <w:r w:rsidRPr="00601D52">
        <w:rPr>
          <w:rFonts w:asciiTheme="minorHAnsi" w:hAnsiTheme="minorHAnsi"/>
          <w:sz w:val="28"/>
          <w:szCs w:val="28"/>
        </w:rPr>
        <w:t>ТАРИФЫ НА РЕКЛАМНЫЕ УСЛУГИ  В ЭФИРЕ РАДИОКАНАЛА «Русский Хит»</w:t>
      </w:r>
    </w:p>
    <w:p w14:paraId="17814575" w14:textId="77777777" w:rsidR="00601D52" w:rsidRPr="00382472" w:rsidRDefault="00601D52" w:rsidP="00601D52">
      <w:pPr>
        <w:rPr>
          <w:rFonts w:cs="Arial"/>
          <w:b/>
          <w:bCs/>
          <w:sz w:val="28"/>
        </w:rPr>
      </w:pPr>
      <w:r w:rsidRPr="00382472">
        <w:rPr>
          <w:rFonts w:cs="Arial"/>
          <w:b/>
          <w:bCs/>
          <w:sz w:val="28"/>
        </w:rPr>
        <w:t xml:space="preserve">                                         </w:t>
      </w:r>
    </w:p>
    <w:p w14:paraId="55524C3B" w14:textId="62625B0C" w:rsidR="00601D52" w:rsidRPr="0012376A" w:rsidRDefault="00601D52" w:rsidP="00601D52">
      <w:pPr>
        <w:jc w:val="right"/>
        <w:rPr>
          <w:rFonts w:asciiTheme="minorHAnsi" w:hAnsiTheme="minorHAnsi" w:cs="Arial"/>
          <w:b/>
          <w:bCs/>
          <w:color w:val="FF0000"/>
          <w:sz w:val="22"/>
          <w:szCs w:val="22"/>
        </w:rPr>
      </w:pPr>
      <w:r w:rsidRPr="0012376A">
        <w:rPr>
          <w:rFonts w:asciiTheme="minorHAnsi" w:hAnsiTheme="minorHAnsi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</w:rPr>
        <w:t xml:space="preserve">действуют с </w:t>
      </w:r>
      <w:r w:rsidR="00B20097" w:rsidRPr="00824F64">
        <w:rPr>
          <w:rFonts w:asciiTheme="minorHAnsi" w:hAnsiTheme="minorHAnsi" w:cs="Arial"/>
          <w:b/>
          <w:bCs/>
          <w:color w:val="FF0000"/>
          <w:sz w:val="22"/>
          <w:szCs w:val="22"/>
        </w:rPr>
        <w:t>01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</w:rPr>
        <w:t>.</w:t>
      </w:r>
      <w:r w:rsidR="00B20097" w:rsidRPr="00824F64">
        <w:rPr>
          <w:rFonts w:asciiTheme="minorHAnsi" w:hAnsiTheme="minorHAnsi" w:cs="Arial"/>
          <w:b/>
          <w:bCs/>
          <w:color w:val="FF0000"/>
          <w:sz w:val="22"/>
          <w:szCs w:val="22"/>
        </w:rPr>
        <w:t>0</w:t>
      </w:r>
      <w:r w:rsidR="00C23B10">
        <w:rPr>
          <w:rFonts w:asciiTheme="minorHAnsi" w:hAnsiTheme="minorHAnsi" w:cs="Arial"/>
          <w:b/>
          <w:bCs/>
          <w:color w:val="FF0000"/>
          <w:sz w:val="22"/>
          <w:szCs w:val="22"/>
          <w:lang w:val="en-US"/>
        </w:rPr>
        <w:t>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</w:rPr>
        <w:t>.20</w:t>
      </w:r>
      <w:r w:rsidR="00B20097" w:rsidRPr="00824F64">
        <w:rPr>
          <w:rFonts w:asciiTheme="minorHAnsi" w:hAnsiTheme="minorHAnsi" w:cs="Arial"/>
          <w:b/>
          <w:bCs/>
          <w:color w:val="FF0000"/>
          <w:sz w:val="22"/>
          <w:szCs w:val="22"/>
        </w:rPr>
        <w:t>2</w:t>
      </w:r>
      <w:r w:rsidR="00C23B10">
        <w:rPr>
          <w:rFonts w:asciiTheme="minorHAnsi" w:hAnsiTheme="minorHAnsi" w:cs="Arial"/>
          <w:b/>
          <w:bCs/>
          <w:color w:val="FF0000"/>
          <w:sz w:val="22"/>
          <w:szCs w:val="22"/>
          <w:lang w:val="en-US"/>
        </w:rPr>
        <w:t>2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</w:rPr>
        <w:t xml:space="preserve"> </w:t>
      </w:r>
    </w:p>
    <w:p w14:paraId="51434C26" w14:textId="77777777" w:rsidR="00601D52" w:rsidRPr="0012376A" w:rsidRDefault="00601D52" w:rsidP="00601D52">
      <w:pPr>
        <w:jc w:val="right"/>
        <w:rPr>
          <w:rFonts w:asciiTheme="minorHAnsi" w:hAnsiTheme="minorHAnsi" w:cs="Arial"/>
          <w:bCs/>
        </w:rPr>
      </w:pPr>
      <w:r w:rsidRPr="0012376A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        </w:t>
      </w:r>
      <w:r w:rsidRPr="0012376A">
        <w:rPr>
          <w:rFonts w:asciiTheme="minorHAnsi" w:hAnsiTheme="minorHAnsi" w:cs="Arial"/>
          <w:bCs/>
        </w:rPr>
        <w:t>Цены указаны в рублях без учета НДС</w:t>
      </w:r>
    </w:p>
    <w:p w14:paraId="1DCD2A0B" w14:textId="77777777" w:rsidR="00601D52" w:rsidRDefault="00601D52" w:rsidP="00601D52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</w:p>
    <w:p w14:paraId="62D2B279" w14:textId="77777777" w:rsidR="00601D52" w:rsidRPr="0012376A" w:rsidRDefault="00601D52" w:rsidP="00601D52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  <w:r w:rsidRPr="0012376A">
        <w:rPr>
          <w:rFonts w:asciiTheme="minorHAnsi" w:hAnsiTheme="minorHAnsi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4815BAED" w14:textId="77777777" w:rsidR="00601D52" w:rsidRDefault="00601D52" w:rsidP="00601D52">
      <w:pPr>
        <w:pStyle w:val="1"/>
        <w:jc w:val="center"/>
        <w:rPr>
          <w:rFonts w:asciiTheme="minorHAnsi" w:hAnsiTheme="minorHAnsi"/>
          <w:sz w:val="28"/>
          <w:szCs w:val="28"/>
        </w:rPr>
      </w:pPr>
      <w:r w:rsidRPr="0012376A">
        <w:rPr>
          <w:rFonts w:asciiTheme="minorHAnsi" w:hAnsiTheme="minorHAnsi"/>
          <w:sz w:val="28"/>
          <w:szCs w:val="28"/>
        </w:rPr>
        <w:t>Стоимость трансляции 30 секундного рекламного ролика</w:t>
      </w:r>
    </w:p>
    <w:p w14:paraId="04B0F051" w14:textId="77777777" w:rsidR="00601D52" w:rsidRPr="00EC166C" w:rsidRDefault="00601D52" w:rsidP="00601D52"/>
    <w:p w14:paraId="12FFFB37" w14:textId="77777777" w:rsidR="00601D52" w:rsidRPr="0012376A" w:rsidRDefault="00601D52" w:rsidP="00601D52">
      <w:pPr>
        <w:jc w:val="both"/>
        <w:rPr>
          <w:rFonts w:asciiTheme="minorHAnsi" w:hAnsiTheme="minorHAnsi" w:cs="Arial"/>
        </w:rPr>
      </w:pPr>
    </w:p>
    <w:tbl>
      <w:tblPr>
        <w:tblpPr w:leftFromText="180" w:rightFromText="180" w:vertAnchor="text" w:tblpX="1208" w:tblpY="1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20"/>
        <w:gridCol w:w="4610"/>
      </w:tblGrid>
      <w:tr w:rsidR="00601D52" w:rsidRPr="00247222" w14:paraId="18A09660" w14:textId="77777777" w:rsidTr="00B71BA5">
        <w:trPr>
          <w:trHeight w:val="1124"/>
        </w:trPr>
        <w:tc>
          <w:tcPr>
            <w:tcW w:w="3720" w:type="dxa"/>
            <w:vAlign w:val="center"/>
          </w:tcPr>
          <w:p w14:paraId="015531C5" w14:textId="77777777" w:rsidR="00601D52" w:rsidRPr="0012376A" w:rsidRDefault="00601D52" w:rsidP="00B71BA5">
            <w:pPr>
              <w:pStyle w:val="5"/>
              <w:jc w:val="center"/>
              <w:rPr>
                <w:rFonts w:asciiTheme="minorHAnsi" w:hAnsiTheme="minorHAnsi" w:cs="Arial"/>
                <w:b/>
                <w:sz w:val="28"/>
              </w:rPr>
            </w:pPr>
            <w:r w:rsidRPr="00FD4BDC">
              <w:rPr>
                <w:rFonts w:asciiTheme="minorHAnsi" w:eastAsia="Times New Roman" w:hAnsiTheme="minorHAnsi" w:cs="Arial"/>
                <w:b/>
                <w:bCs/>
                <w:color w:val="auto"/>
                <w:sz w:val="28"/>
                <w:szCs w:val="20"/>
              </w:rPr>
              <w:t>Время</w:t>
            </w:r>
          </w:p>
        </w:tc>
        <w:tc>
          <w:tcPr>
            <w:tcW w:w="4610" w:type="dxa"/>
            <w:vAlign w:val="center"/>
          </w:tcPr>
          <w:p w14:paraId="3C62FC4D" w14:textId="77777777" w:rsidR="00FD4BDC" w:rsidRDefault="00FD4BDC" w:rsidP="00FD4BDC">
            <w:pPr>
              <w:rPr>
                <w:rFonts w:asciiTheme="minorHAnsi" w:hAnsiTheme="minorHAnsi" w:cs="Arial"/>
                <w:b/>
                <w:bCs/>
                <w:sz w:val="28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0"/>
              </w:rPr>
              <w:t xml:space="preserve">                          </w:t>
            </w:r>
          </w:p>
          <w:p w14:paraId="3C75F67B" w14:textId="77777777" w:rsidR="00601D52" w:rsidRPr="00FD4BDC" w:rsidRDefault="008C0C4F" w:rsidP="00FD4BDC">
            <w:pPr>
              <w:rPr>
                <w:rFonts w:asciiTheme="minorHAnsi" w:hAnsiTheme="minorHAnsi" w:cs="Arial"/>
                <w:b/>
                <w:bCs/>
                <w:sz w:val="28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szCs w:val="20"/>
              </w:rPr>
              <w:t xml:space="preserve">                  </w:t>
            </w:r>
            <w:r w:rsidR="00FD4BDC">
              <w:rPr>
                <w:rFonts w:asciiTheme="minorHAnsi" w:hAnsiTheme="minorHAnsi" w:cs="Arial"/>
                <w:b/>
                <w:bCs/>
                <w:sz w:val="28"/>
                <w:szCs w:val="20"/>
              </w:rPr>
              <w:t xml:space="preserve">    </w:t>
            </w:r>
            <w:r>
              <w:rPr>
                <w:rFonts w:asciiTheme="minorHAnsi" w:hAnsiTheme="minorHAnsi" w:cs="Arial"/>
                <w:b/>
                <w:bCs/>
                <w:sz w:val="28"/>
                <w:szCs w:val="20"/>
              </w:rPr>
              <w:t xml:space="preserve">   </w:t>
            </w:r>
            <w:r w:rsidR="00FD4BDC">
              <w:rPr>
                <w:rFonts w:asciiTheme="minorHAnsi" w:hAnsiTheme="minorHAnsi" w:cs="Arial"/>
                <w:b/>
                <w:bCs/>
                <w:sz w:val="28"/>
                <w:szCs w:val="20"/>
              </w:rPr>
              <w:t xml:space="preserve"> </w:t>
            </w:r>
            <w:r w:rsidR="00601D52" w:rsidRPr="00FD4BDC">
              <w:rPr>
                <w:rFonts w:asciiTheme="minorHAnsi" w:hAnsiTheme="minorHAnsi" w:cs="Arial"/>
                <w:b/>
                <w:bCs/>
                <w:sz w:val="28"/>
                <w:szCs w:val="20"/>
              </w:rPr>
              <w:t>Москва</w:t>
            </w:r>
          </w:p>
          <w:p w14:paraId="147DB031" w14:textId="77777777" w:rsidR="008C0C4F" w:rsidRDefault="00FD4BDC" w:rsidP="00FD4BDC">
            <w:pPr>
              <w:rPr>
                <w:rFonts w:asciiTheme="minorHAnsi" w:hAnsiTheme="minorHAnsi" w:cs="Arial"/>
                <w:i/>
                <w:iCs/>
                <w:sz w:val="22"/>
              </w:rPr>
            </w:pPr>
            <w:r>
              <w:rPr>
                <w:rFonts w:asciiTheme="minorHAnsi" w:hAnsiTheme="minorHAnsi" w:cs="Arial"/>
                <w:i/>
                <w:iCs/>
                <w:sz w:val="22"/>
              </w:rPr>
              <w:t xml:space="preserve">              </w:t>
            </w:r>
            <w:r w:rsidR="008C0C4F">
              <w:rPr>
                <w:rFonts w:asciiTheme="minorHAnsi" w:hAnsiTheme="minorHAnsi" w:cs="Arial"/>
                <w:i/>
                <w:iCs/>
                <w:sz w:val="22"/>
              </w:rPr>
              <w:t xml:space="preserve">   </w:t>
            </w:r>
            <w:r>
              <w:rPr>
                <w:rFonts w:asciiTheme="minorHAnsi" w:hAnsiTheme="minorHAnsi" w:cs="Arial"/>
                <w:i/>
                <w:iCs/>
                <w:sz w:val="22"/>
              </w:rPr>
              <w:t xml:space="preserve"> </w:t>
            </w:r>
            <w:r w:rsidR="008C0C4F">
              <w:rPr>
                <w:rFonts w:asciiTheme="minorHAnsi" w:hAnsiTheme="minorHAnsi" w:cs="Arial"/>
                <w:i/>
                <w:iCs/>
                <w:sz w:val="22"/>
              </w:rPr>
              <w:t xml:space="preserve">15-я, 45-я  </w:t>
            </w:r>
            <w:r w:rsidR="008C0C4F" w:rsidRPr="0012376A">
              <w:rPr>
                <w:rFonts w:asciiTheme="minorHAnsi" w:hAnsiTheme="minorHAnsi" w:cs="Arial"/>
                <w:i/>
                <w:iCs/>
                <w:sz w:val="22"/>
              </w:rPr>
              <w:t>минуты часа</w:t>
            </w:r>
            <w:r w:rsidR="008C0C4F">
              <w:rPr>
                <w:rFonts w:asciiTheme="minorHAnsi" w:hAnsiTheme="minorHAnsi" w:cs="Arial"/>
                <w:i/>
                <w:iCs/>
                <w:sz w:val="22"/>
              </w:rPr>
              <w:br/>
            </w:r>
            <w:r w:rsidR="008C0C4F">
              <w:rPr>
                <w:rFonts w:asciiTheme="minorHAnsi" w:hAnsiTheme="minorHAnsi" w:cs="Arial"/>
                <w:b/>
                <w:bCs/>
                <w:sz w:val="28"/>
                <w:szCs w:val="20"/>
              </w:rPr>
              <w:t xml:space="preserve">                            </w:t>
            </w:r>
            <w:r w:rsidR="008C0C4F" w:rsidRPr="008C0C4F">
              <w:rPr>
                <w:rFonts w:asciiTheme="minorHAnsi" w:hAnsiTheme="minorHAnsi" w:cs="Arial"/>
                <w:b/>
                <w:bCs/>
                <w:sz w:val="28"/>
                <w:szCs w:val="20"/>
              </w:rPr>
              <w:t>Сеть</w:t>
            </w:r>
          </w:p>
          <w:p w14:paraId="34DD03AB" w14:textId="77777777" w:rsidR="00601D52" w:rsidRDefault="008C0C4F" w:rsidP="00FD4BDC">
            <w:pPr>
              <w:rPr>
                <w:rFonts w:asciiTheme="minorHAnsi" w:hAnsiTheme="minorHAnsi" w:cs="Arial"/>
                <w:i/>
                <w:iCs/>
                <w:sz w:val="22"/>
              </w:rPr>
            </w:pPr>
            <w:r>
              <w:rPr>
                <w:rFonts w:asciiTheme="minorHAnsi" w:hAnsiTheme="minorHAnsi" w:cs="Arial"/>
                <w:i/>
                <w:iCs/>
                <w:sz w:val="22"/>
              </w:rPr>
              <w:t xml:space="preserve">                       30 </w:t>
            </w:r>
            <w:r w:rsidR="00601D52" w:rsidRPr="0012376A">
              <w:rPr>
                <w:rFonts w:asciiTheme="minorHAnsi" w:hAnsiTheme="minorHAnsi" w:cs="Arial"/>
                <w:i/>
                <w:iCs/>
                <w:sz w:val="22"/>
              </w:rPr>
              <w:t>-я</w:t>
            </w:r>
            <w:r w:rsidR="00FD4BDC">
              <w:rPr>
                <w:rFonts w:asciiTheme="minorHAnsi" w:hAnsiTheme="minorHAnsi" w:cs="Arial"/>
                <w:i/>
                <w:iCs/>
                <w:sz w:val="22"/>
              </w:rPr>
              <w:t xml:space="preserve">  </w:t>
            </w:r>
            <w:r w:rsidR="00601D52" w:rsidRPr="0012376A">
              <w:rPr>
                <w:rFonts w:asciiTheme="minorHAnsi" w:hAnsiTheme="minorHAnsi" w:cs="Arial"/>
                <w:i/>
                <w:iCs/>
                <w:sz w:val="22"/>
              </w:rPr>
              <w:t>минуты часа</w:t>
            </w:r>
          </w:p>
          <w:p w14:paraId="1DE295FC" w14:textId="77777777" w:rsidR="008E33BC" w:rsidRPr="0012376A" w:rsidRDefault="008E33BC" w:rsidP="00B71BA5">
            <w:pPr>
              <w:jc w:val="center"/>
              <w:rPr>
                <w:rFonts w:asciiTheme="minorHAnsi" w:hAnsiTheme="minorHAnsi" w:cs="Arial"/>
                <w:b/>
                <w:bCs/>
                <w:sz w:val="22"/>
              </w:rPr>
            </w:pPr>
          </w:p>
        </w:tc>
      </w:tr>
      <w:tr w:rsidR="00601D52" w:rsidRPr="0012376A" w14:paraId="1477FF42" w14:textId="77777777" w:rsidTr="00B71BA5">
        <w:tc>
          <w:tcPr>
            <w:tcW w:w="3720" w:type="dxa"/>
            <w:vAlign w:val="center"/>
          </w:tcPr>
          <w:p w14:paraId="63B5B2B2" w14:textId="77777777" w:rsidR="00601D52" w:rsidRPr="0012376A" w:rsidRDefault="00601D52" w:rsidP="00B71BA5">
            <w:pPr>
              <w:jc w:val="center"/>
              <w:rPr>
                <w:rFonts w:asciiTheme="minorHAnsi" w:hAnsiTheme="minorHAnsi" w:cs="Arial"/>
                <w:sz w:val="28"/>
              </w:rPr>
            </w:pPr>
            <w:r w:rsidRPr="0012376A">
              <w:rPr>
                <w:rFonts w:asciiTheme="minorHAnsi" w:hAnsiTheme="minorHAnsi" w:cs="Arial"/>
                <w:sz w:val="28"/>
              </w:rPr>
              <w:t>06:00-08:00</w:t>
            </w:r>
          </w:p>
        </w:tc>
        <w:tc>
          <w:tcPr>
            <w:tcW w:w="4610" w:type="dxa"/>
            <w:vAlign w:val="center"/>
          </w:tcPr>
          <w:p w14:paraId="4C953DFD" w14:textId="77777777" w:rsidR="00601D52" w:rsidRPr="0012376A" w:rsidRDefault="00601D52" w:rsidP="00A339DF">
            <w:pPr>
              <w:jc w:val="center"/>
              <w:rPr>
                <w:rFonts w:asciiTheme="minorHAnsi" w:hAnsiTheme="minorHAnsi" w:cs="Arial"/>
                <w:b/>
                <w:bCs/>
                <w:sz w:val="28"/>
              </w:rPr>
            </w:pPr>
            <w:r>
              <w:rPr>
                <w:rFonts w:asciiTheme="minorHAnsi" w:hAnsiTheme="minorHAnsi" w:cs="Arial"/>
                <w:b/>
                <w:bCs/>
                <w:sz w:val="28"/>
              </w:rPr>
              <w:t>1</w:t>
            </w:r>
            <w:r w:rsidR="00307B15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9</w:t>
            </w:r>
            <w:r w:rsidRPr="0012376A">
              <w:rPr>
                <w:rFonts w:asciiTheme="minorHAnsi" w:hAnsiTheme="minorHAnsi" w:cs="Arial"/>
                <w:b/>
                <w:bCs/>
                <w:sz w:val="28"/>
              </w:rPr>
              <w:t xml:space="preserve"> 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Pr="0012376A">
              <w:rPr>
                <w:rFonts w:asciiTheme="minorHAnsi" w:hAnsiTheme="minorHAnsi" w:cs="Arial"/>
                <w:b/>
                <w:bCs/>
                <w:sz w:val="28"/>
              </w:rPr>
              <w:t>00</w:t>
            </w:r>
          </w:p>
        </w:tc>
      </w:tr>
      <w:tr w:rsidR="00601D52" w:rsidRPr="0012376A" w14:paraId="3E5C3D6F" w14:textId="77777777" w:rsidTr="00B71BA5">
        <w:tc>
          <w:tcPr>
            <w:tcW w:w="3720" w:type="dxa"/>
            <w:vAlign w:val="center"/>
          </w:tcPr>
          <w:p w14:paraId="5A88537A" w14:textId="77777777" w:rsidR="00601D52" w:rsidRPr="0012376A" w:rsidRDefault="00601D52" w:rsidP="00B71BA5">
            <w:pPr>
              <w:jc w:val="center"/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08:00-11</w:t>
            </w:r>
            <w:r w:rsidRPr="0012376A">
              <w:rPr>
                <w:rFonts w:asciiTheme="minorHAnsi" w:hAnsiTheme="minorHAnsi" w:cs="Arial"/>
                <w:sz w:val="28"/>
              </w:rPr>
              <w:t>:00</w:t>
            </w:r>
          </w:p>
        </w:tc>
        <w:tc>
          <w:tcPr>
            <w:tcW w:w="4610" w:type="dxa"/>
            <w:vAlign w:val="center"/>
          </w:tcPr>
          <w:p w14:paraId="3AF75A9E" w14:textId="77777777" w:rsidR="00601D52" w:rsidRPr="0012376A" w:rsidRDefault="00307B15" w:rsidP="00B20097">
            <w:pPr>
              <w:jc w:val="center"/>
              <w:rPr>
                <w:rFonts w:asciiTheme="minorHAnsi" w:hAnsiTheme="minorHAnsi" w:cs="Arial"/>
                <w:b/>
                <w:bCs/>
                <w:sz w:val="28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37</w:t>
            </w:r>
            <w:r w:rsidR="00601D52" w:rsidRPr="0012376A">
              <w:rPr>
                <w:rFonts w:asciiTheme="minorHAnsi" w:hAnsiTheme="minorHAnsi" w:cs="Arial"/>
                <w:b/>
                <w:bCs/>
                <w:sz w:val="28"/>
              </w:rPr>
              <w:t xml:space="preserve"> 0</w:t>
            </w:r>
            <w:r w:rsidR="00601D52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</w:t>
            </w:r>
          </w:p>
        </w:tc>
      </w:tr>
      <w:tr w:rsidR="00601D52" w:rsidRPr="0012376A" w14:paraId="5CAA8D38" w14:textId="77777777" w:rsidTr="00B71BA5">
        <w:trPr>
          <w:trHeight w:val="249"/>
        </w:trPr>
        <w:tc>
          <w:tcPr>
            <w:tcW w:w="3720" w:type="dxa"/>
            <w:vAlign w:val="center"/>
          </w:tcPr>
          <w:p w14:paraId="73ADA396" w14:textId="77777777" w:rsidR="00601D52" w:rsidRPr="0012376A" w:rsidRDefault="00601D52" w:rsidP="00B71BA5">
            <w:pPr>
              <w:jc w:val="center"/>
              <w:rPr>
                <w:rFonts w:asciiTheme="minorHAnsi" w:hAnsiTheme="minorHAnsi" w:cs="Arial"/>
                <w:sz w:val="28"/>
              </w:rPr>
            </w:pPr>
            <w:r w:rsidRPr="0012376A">
              <w:rPr>
                <w:rFonts w:asciiTheme="minorHAnsi" w:hAnsiTheme="minorHAnsi" w:cs="Arial"/>
                <w:sz w:val="28"/>
              </w:rPr>
              <w:t>1</w:t>
            </w:r>
            <w:r>
              <w:rPr>
                <w:rFonts w:asciiTheme="minorHAnsi" w:hAnsiTheme="minorHAnsi" w:cs="Arial"/>
                <w:sz w:val="28"/>
              </w:rPr>
              <w:t>1</w:t>
            </w:r>
            <w:r w:rsidRPr="0012376A">
              <w:rPr>
                <w:rFonts w:asciiTheme="minorHAnsi" w:hAnsiTheme="minorHAnsi" w:cs="Arial"/>
                <w:sz w:val="28"/>
              </w:rPr>
              <w:t>:00-17:00</w:t>
            </w:r>
          </w:p>
        </w:tc>
        <w:tc>
          <w:tcPr>
            <w:tcW w:w="4610" w:type="dxa"/>
            <w:vAlign w:val="center"/>
          </w:tcPr>
          <w:p w14:paraId="6769B0A5" w14:textId="77777777" w:rsidR="00601D52" w:rsidRPr="0012376A" w:rsidRDefault="00307B15" w:rsidP="00A339DF">
            <w:pPr>
              <w:jc w:val="center"/>
              <w:rPr>
                <w:rFonts w:asciiTheme="minorHAnsi" w:hAnsiTheme="minorHAnsi" w:cs="Arial"/>
                <w:b/>
                <w:bCs/>
                <w:sz w:val="28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24</w:t>
            </w:r>
            <w:r w:rsidR="00601D52" w:rsidRPr="0012376A">
              <w:rPr>
                <w:rFonts w:asciiTheme="minorHAnsi" w:hAnsiTheme="minorHAnsi" w:cs="Arial"/>
                <w:b/>
                <w:bCs/>
                <w:sz w:val="28"/>
              </w:rPr>
              <w:t xml:space="preserve"> </w:t>
            </w:r>
            <w:r w:rsidR="00601D52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601D52" w:rsidRPr="0012376A" w14:paraId="79DD880D" w14:textId="77777777" w:rsidTr="00B71BA5">
        <w:tc>
          <w:tcPr>
            <w:tcW w:w="3720" w:type="dxa"/>
            <w:vAlign w:val="center"/>
          </w:tcPr>
          <w:p w14:paraId="15F89109" w14:textId="77777777" w:rsidR="00601D52" w:rsidRPr="0012376A" w:rsidRDefault="00601D52" w:rsidP="00B71BA5">
            <w:pPr>
              <w:jc w:val="center"/>
              <w:rPr>
                <w:rFonts w:asciiTheme="minorHAnsi" w:hAnsiTheme="minorHAnsi" w:cs="Arial"/>
                <w:sz w:val="28"/>
              </w:rPr>
            </w:pPr>
            <w:r>
              <w:rPr>
                <w:rFonts w:asciiTheme="minorHAnsi" w:hAnsiTheme="minorHAnsi" w:cs="Arial"/>
                <w:sz w:val="28"/>
              </w:rPr>
              <w:t>17:00-21</w:t>
            </w:r>
            <w:r w:rsidRPr="0012376A">
              <w:rPr>
                <w:rFonts w:asciiTheme="minorHAnsi" w:hAnsiTheme="minorHAnsi" w:cs="Arial"/>
                <w:sz w:val="28"/>
              </w:rPr>
              <w:t>:00</w:t>
            </w:r>
          </w:p>
        </w:tc>
        <w:tc>
          <w:tcPr>
            <w:tcW w:w="4610" w:type="dxa"/>
            <w:vAlign w:val="center"/>
          </w:tcPr>
          <w:p w14:paraId="7BE0CB20" w14:textId="77777777" w:rsidR="00601D52" w:rsidRPr="0012376A" w:rsidRDefault="00307B15" w:rsidP="00B71BA5">
            <w:pPr>
              <w:jc w:val="center"/>
              <w:rPr>
                <w:rFonts w:asciiTheme="minorHAnsi" w:hAnsiTheme="minorHAnsi" w:cs="Arial"/>
                <w:b/>
                <w:bCs/>
                <w:sz w:val="28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31</w:t>
            </w:r>
            <w:r w:rsidR="00601D52" w:rsidRPr="0012376A">
              <w:rPr>
                <w:rFonts w:asciiTheme="minorHAnsi" w:hAnsiTheme="minorHAnsi" w:cs="Arial"/>
                <w:b/>
                <w:bCs/>
                <w:sz w:val="28"/>
              </w:rPr>
              <w:t xml:space="preserve"> </w:t>
            </w:r>
            <w:r w:rsidR="00601D52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601D52" w:rsidRPr="0012376A" w14:paraId="0B3AADE5" w14:textId="77777777" w:rsidTr="00B71BA5">
        <w:tc>
          <w:tcPr>
            <w:tcW w:w="3720" w:type="dxa"/>
            <w:vAlign w:val="center"/>
          </w:tcPr>
          <w:p w14:paraId="42B95D9F" w14:textId="77777777" w:rsidR="00601D52" w:rsidRPr="0012376A" w:rsidRDefault="00601D52" w:rsidP="00B71BA5">
            <w:pPr>
              <w:jc w:val="center"/>
              <w:rPr>
                <w:rFonts w:asciiTheme="minorHAnsi" w:hAnsiTheme="minorHAnsi" w:cs="Arial"/>
                <w:sz w:val="28"/>
              </w:rPr>
            </w:pPr>
            <w:r w:rsidRPr="0012376A">
              <w:rPr>
                <w:rFonts w:asciiTheme="minorHAnsi" w:hAnsiTheme="minorHAnsi" w:cs="Arial"/>
                <w:sz w:val="28"/>
              </w:rPr>
              <w:t>2</w:t>
            </w:r>
            <w:r>
              <w:rPr>
                <w:rFonts w:asciiTheme="minorHAnsi" w:hAnsiTheme="minorHAnsi" w:cs="Arial"/>
                <w:sz w:val="28"/>
              </w:rPr>
              <w:t>1</w:t>
            </w:r>
            <w:r w:rsidRPr="0012376A">
              <w:rPr>
                <w:rFonts w:asciiTheme="minorHAnsi" w:hAnsiTheme="minorHAnsi" w:cs="Arial"/>
                <w:sz w:val="28"/>
              </w:rPr>
              <w:t>:00-24:00</w:t>
            </w:r>
          </w:p>
        </w:tc>
        <w:tc>
          <w:tcPr>
            <w:tcW w:w="4610" w:type="dxa"/>
            <w:vAlign w:val="center"/>
          </w:tcPr>
          <w:p w14:paraId="5C498330" w14:textId="77777777" w:rsidR="00601D52" w:rsidRPr="0012376A" w:rsidRDefault="00601D52" w:rsidP="00A339DF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</w:rPr>
              <w:t>1</w:t>
            </w:r>
            <w:r w:rsidR="00307B15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000</w:t>
            </w:r>
          </w:p>
        </w:tc>
      </w:tr>
      <w:tr w:rsidR="00601D52" w:rsidRPr="0012376A" w14:paraId="70D36E6A" w14:textId="77777777" w:rsidTr="00B71BA5">
        <w:tc>
          <w:tcPr>
            <w:tcW w:w="3720" w:type="dxa"/>
            <w:vAlign w:val="center"/>
          </w:tcPr>
          <w:p w14:paraId="652DDB6B" w14:textId="77777777" w:rsidR="00601D52" w:rsidRPr="0012376A" w:rsidRDefault="00601D52" w:rsidP="00B71BA5">
            <w:pPr>
              <w:jc w:val="center"/>
              <w:rPr>
                <w:rFonts w:asciiTheme="minorHAnsi" w:hAnsiTheme="minorHAnsi" w:cs="Arial"/>
                <w:sz w:val="28"/>
              </w:rPr>
            </w:pPr>
            <w:r w:rsidRPr="0012376A">
              <w:rPr>
                <w:rFonts w:asciiTheme="minorHAnsi" w:hAnsiTheme="minorHAnsi" w:cs="Arial"/>
                <w:sz w:val="28"/>
              </w:rPr>
              <w:t>24:00-06:00</w:t>
            </w:r>
          </w:p>
        </w:tc>
        <w:tc>
          <w:tcPr>
            <w:tcW w:w="4610" w:type="dxa"/>
            <w:vAlign w:val="center"/>
          </w:tcPr>
          <w:p w14:paraId="2B477EAD" w14:textId="77777777" w:rsidR="00601D52" w:rsidRPr="0012376A" w:rsidRDefault="00307B15" w:rsidP="00307B15">
            <w:pPr>
              <w:jc w:val="center"/>
              <w:rPr>
                <w:rFonts w:asciiTheme="minorHAnsi" w:hAnsiTheme="minorHAnsi" w:cs="Arial"/>
                <w:b/>
                <w:bCs/>
                <w:sz w:val="28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12</w:t>
            </w:r>
            <w:r w:rsidR="00601D52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 w:rsidR="00601D52" w:rsidRPr="0012376A">
              <w:rPr>
                <w:rFonts w:asciiTheme="minorHAnsi" w:hAnsiTheme="minorHAnsi" w:cs="Arial"/>
                <w:b/>
                <w:bCs/>
                <w:sz w:val="28"/>
              </w:rPr>
              <w:t>00</w:t>
            </w:r>
          </w:p>
        </w:tc>
      </w:tr>
    </w:tbl>
    <w:p w14:paraId="7A3FC1DB" w14:textId="77777777" w:rsidR="004E64BA" w:rsidRDefault="00601D52" w:rsidP="00601D52">
      <w:pPr>
        <w:rPr>
          <w:rFonts w:asciiTheme="minorHAnsi" w:hAnsiTheme="minorHAnsi" w:cs="Arial"/>
          <w:b/>
          <w:bCs/>
          <w:kern w:val="32"/>
          <w:sz w:val="28"/>
          <w:szCs w:val="28"/>
        </w:rPr>
      </w:pPr>
      <w:r>
        <w:rPr>
          <w:rFonts w:asciiTheme="minorHAnsi" w:hAnsiTheme="minorHAnsi" w:cs="Arial"/>
        </w:rPr>
        <w:br w:type="textWrapping" w:clear="all"/>
      </w:r>
    </w:p>
    <w:p w14:paraId="7AFCD761" w14:textId="77777777" w:rsidR="00601D52" w:rsidRDefault="00601D52" w:rsidP="00601D52">
      <w:pPr>
        <w:rPr>
          <w:rFonts w:asciiTheme="minorHAnsi" w:hAnsiTheme="minorHAnsi" w:cs="Arial"/>
        </w:rPr>
      </w:pPr>
    </w:p>
    <w:p w14:paraId="50DFA8F0" w14:textId="77777777" w:rsidR="00FD4BDC" w:rsidRPr="0012376A" w:rsidRDefault="00FD4BDC" w:rsidP="00601D52">
      <w:pPr>
        <w:rPr>
          <w:rFonts w:asciiTheme="minorHAnsi" w:hAnsiTheme="minorHAnsi" w:cs="Arial"/>
        </w:rPr>
      </w:pPr>
    </w:p>
    <w:p w14:paraId="2F60CD0A" w14:textId="77777777" w:rsidR="00601D52" w:rsidRPr="00302201" w:rsidRDefault="00601D52" w:rsidP="00302201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</w:rPr>
      </w:pPr>
      <w:r w:rsidRPr="00302201">
        <w:rPr>
          <w:rFonts w:asciiTheme="minorHAnsi" w:hAnsiTheme="minorHAnsi" w:cs="Arial"/>
          <w:sz w:val="24"/>
        </w:rPr>
        <w:t>Стоимость производства рекламного ролика:</w:t>
      </w:r>
      <w:r w:rsidRPr="00302201">
        <w:rPr>
          <w:rFonts w:asciiTheme="minorHAnsi" w:hAnsiTheme="minorHAnsi" w:cs="Arial"/>
          <w:sz w:val="24"/>
        </w:rPr>
        <w:tab/>
        <w:t xml:space="preserve">- от </w:t>
      </w:r>
      <w:r w:rsidR="008E33BC">
        <w:rPr>
          <w:rFonts w:asciiTheme="minorHAnsi" w:hAnsiTheme="minorHAnsi" w:cs="Arial"/>
          <w:sz w:val="24"/>
        </w:rPr>
        <w:t>8</w:t>
      </w:r>
      <w:r w:rsidR="00824F64">
        <w:rPr>
          <w:rFonts w:asciiTheme="minorHAnsi" w:hAnsiTheme="minorHAnsi" w:cs="Arial"/>
          <w:sz w:val="24"/>
        </w:rPr>
        <w:t xml:space="preserve"> 000</w:t>
      </w:r>
      <w:r w:rsidRPr="00302201">
        <w:rPr>
          <w:rFonts w:asciiTheme="minorHAnsi" w:hAnsiTheme="minorHAnsi" w:cs="Arial"/>
          <w:sz w:val="24"/>
        </w:rPr>
        <w:t xml:space="preserve">  рублей.</w:t>
      </w:r>
    </w:p>
    <w:p w14:paraId="2FA6C7E9" w14:textId="77777777" w:rsidR="00601D52" w:rsidRPr="00302201" w:rsidRDefault="00601D52" w:rsidP="00302201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</w:rPr>
      </w:pPr>
      <w:r w:rsidRPr="0012376A">
        <w:rPr>
          <w:rFonts w:asciiTheme="minorHAnsi" w:hAnsiTheme="minorHAnsi" w:cs="Arial"/>
          <w:sz w:val="24"/>
        </w:rPr>
        <w:t>Минимальный  заказ</w:t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302201">
        <w:rPr>
          <w:rFonts w:asciiTheme="minorHAnsi" w:hAnsiTheme="minorHAnsi" w:cs="Arial"/>
          <w:sz w:val="24"/>
        </w:rPr>
        <w:tab/>
      </w:r>
      <w:r w:rsidRPr="0012376A">
        <w:rPr>
          <w:rFonts w:asciiTheme="minorHAnsi" w:hAnsiTheme="minorHAnsi" w:cs="Arial"/>
          <w:sz w:val="24"/>
        </w:rPr>
        <w:t>- 10 трансляций</w:t>
      </w:r>
    </w:p>
    <w:p w14:paraId="2C4FEFDE" w14:textId="77777777" w:rsidR="00601D52" w:rsidRPr="00273915" w:rsidRDefault="00601D52" w:rsidP="00302201">
      <w:pPr>
        <w:numPr>
          <w:ilvl w:val="0"/>
          <w:numId w:val="3"/>
        </w:numPr>
        <w:ind w:right="-908"/>
        <w:jc w:val="both"/>
        <w:rPr>
          <w:rFonts w:ascii="Calibri" w:hAnsi="Calibri" w:cs="Arial"/>
          <w:sz w:val="24"/>
        </w:rPr>
      </w:pPr>
      <w:r w:rsidRPr="00302201">
        <w:rPr>
          <w:rFonts w:asciiTheme="minorHAnsi" w:hAnsiTheme="minorHAnsi" w:cs="Arial"/>
          <w:sz w:val="24"/>
        </w:rPr>
        <w:t>Продолжительность</w:t>
      </w:r>
      <w:r w:rsidRPr="00C826BD">
        <w:rPr>
          <w:rFonts w:ascii="Calibri" w:hAnsi="Calibri" w:cs="Arial"/>
          <w:sz w:val="24"/>
        </w:rPr>
        <w:t xml:space="preserve"> </w:t>
      </w:r>
      <w:r>
        <w:rPr>
          <w:rFonts w:ascii="Calibri" w:hAnsi="Calibri" w:cs="Arial"/>
          <w:sz w:val="24"/>
        </w:rPr>
        <w:t>ролика в секундах и применяемые коэффициенты:</w:t>
      </w: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601D52" w:rsidRPr="00247222" w14:paraId="281A45F7" w14:textId="77777777" w:rsidTr="00B2308D">
        <w:trPr>
          <w:trHeight w:val="288"/>
        </w:trPr>
        <w:tc>
          <w:tcPr>
            <w:tcW w:w="1294" w:type="dxa"/>
          </w:tcPr>
          <w:p w14:paraId="11B1D04C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Хронометраж</w:t>
            </w:r>
          </w:p>
        </w:tc>
        <w:tc>
          <w:tcPr>
            <w:tcW w:w="625" w:type="dxa"/>
          </w:tcPr>
          <w:p w14:paraId="6D90B35F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5</w:t>
            </w:r>
          </w:p>
        </w:tc>
        <w:tc>
          <w:tcPr>
            <w:tcW w:w="586" w:type="dxa"/>
          </w:tcPr>
          <w:p w14:paraId="633E3374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10</w:t>
            </w:r>
          </w:p>
        </w:tc>
        <w:tc>
          <w:tcPr>
            <w:tcW w:w="602" w:type="dxa"/>
          </w:tcPr>
          <w:p w14:paraId="6448D15D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15</w:t>
            </w:r>
          </w:p>
        </w:tc>
        <w:tc>
          <w:tcPr>
            <w:tcW w:w="578" w:type="dxa"/>
          </w:tcPr>
          <w:p w14:paraId="5894D006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20</w:t>
            </w:r>
          </w:p>
        </w:tc>
        <w:tc>
          <w:tcPr>
            <w:tcW w:w="709" w:type="dxa"/>
          </w:tcPr>
          <w:p w14:paraId="5FFD5DF4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25</w:t>
            </w:r>
          </w:p>
        </w:tc>
        <w:tc>
          <w:tcPr>
            <w:tcW w:w="639" w:type="dxa"/>
          </w:tcPr>
          <w:p w14:paraId="160A4970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30</w:t>
            </w:r>
          </w:p>
        </w:tc>
        <w:tc>
          <w:tcPr>
            <w:tcW w:w="733" w:type="dxa"/>
          </w:tcPr>
          <w:p w14:paraId="23B00177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35</w:t>
            </w:r>
          </w:p>
        </w:tc>
        <w:tc>
          <w:tcPr>
            <w:tcW w:w="732" w:type="dxa"/>
          </w:tcPr>
          <w:p w14:paraId="3234F96A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40</w:t>
            </w:r>
          </w:p>
        </w:tc>
        <w:tc>
          <w:tcPr>
            <w:tcW w:w="733" w:type="dxa"/>
          </w:tcPr>
          <w:p w14:paraId="3551206A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45</w:t>
            </w:r>
          </w:p>
        </w:tc>
        <w:tc>
          <w:tcPr>
            <w:tcW w:w="733" w:type="dxa"/>
          </w:tcPr>
          <w:p w14:paraId="0455523C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50</w:t>
            </w:r>
          </w:p>
        </w:tc>
        <w:tc>
          <w:tcPr>
            <w:tcW w:w="733" w:type="dxa"/>
          </w:tcPr>
          <w:p w14:paraId="58408576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55</w:t>
            </w:r>
          </w:p>
        </w:tc>
        <w:tc>
          <w:tcPr>
            <w:tcW w:w="733" w:type="dxa"/>
          </w:tcPr>
          <w:p w14:paraId="3E4CEC83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60</w:t>
            </w:r>
          </w:p>
        </w:tc>
      </w:tr>
      <w:tr w:rsidR="00601D52" w:rsidRPr="00FF44AF" w14:paraId="4D9CA81F" w14:textId="77777777" w:rsidTr="00B2308D">
        <w:trPr>
          <w:trHeight w:val="312"/>
        </w:trPr>
        <w:tc>
          <w:tcPr>
            <w:tcW w:w="1294" w:type="dxa"/>
          </w:tcPr>
          <w:p w14:paraId="12FAEF8C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 w:rsidRPr="00FF44AF">
              <w:rPr>
                <w:rFonts w:ascii="Calibri" w:hAnsi="Calibri" w:cs="Arial"/>
                <w:sz w:val="24"/>
              </w:rPr>
              <w:t>Коэффициент</w:t>
            </w:r>
          </w:p>
        </w:tc>
        <w:tc>
          <w:tcPr>
            <w:tcW w:w="625" w:type="dxa"/>
          </w:tcPr>
          <w:p w14:paraId="3FC48708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0,4</w:t>
            </w:r>
          </w:p>
        </w:tc>
        <w:tc>
          <w:tcPr>
            <w:tcW w:w="586" w:type="dxa"/>
          </w:tcPr>
          <w:p w14:paraId="717D0815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0,5</w:t>
            </w:r>
          </w:p>
        </w:tc>
        <w:tc>
          <w:tcPr>
            <w:tcW w:w="602" w:type="dxa"/>
          </w:tcPr>
          <w:p w14:paraId="64AC0716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0,7</w:t>
            </w:r>
          </w:p>
        </w:tc>
        <w:tc>
          <w:tcPr>
            <w:tcW w:w="578" w:type="dxa"/>
          </w:tcPr>
          <w:p w14:paraId="3698C1C4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0,8</w:t>
            </w:r>
          </w:p>
        </w:tc>
        <w:tc>
          <w:tcPr>
            <w:tcW w:w="709" w:type="dxa"/>
          </w:tcPr>
          <w:p w14:paraId="1D4E4FD3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0,9</w:t>
            </w:r>
          </w:p>
        </w:tc>
        <w:tc>
          <w:tcPr>
            <w:tcW w:w="639" w:type="dxa"/>
          </w:tcPr>
          <w:p w14:paraId="60592066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1</w:t>
            </w:r>
          </w:p>
        </w:tc>
        <w:tc>
          <w:tcPr>
            <w:tcW w:w="733" w:type="dxa"/>
          </w:tcPr>
          <w:p w14:paraId="563CE596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1,4</w:t>
            </w:r>
          </w:p>
        </w:tc>
        <w:tc>
          <w:tcPr>
            <w:tcW w:w="732" w:type="dxa"/>
          </w:tcPr>
          <w:p w14:paraId="794080FB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1,5</w:t>
            </w:r>
          </w:p>
        </w:tc>
        <w:tc>
          <w:tcPr>
            <w:tcW w:w="733" w:type="dxa"/>
          </w:tcPr>
          <w:p w14:paraId="3AA1270D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1,7</w:t>
            </w:r>
          </w:p>
        </w:tc>
        <w:tc>
          <w:tcPr>
            <w:tcW w:w="733" w:type="dxa"/>
          </w:tcPr>
          <w:p w14:paraId="5363FFF4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1,8</w:t>
            </w:r>
          </w:p>
        </w:tc>
        <w:tc>
          <w:tcPr>
            <w:tcW w:w="733" w:type="dxa"/>
          </w:tcPr>
          <w:p w14:paraId="3E5F1280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1,9</w:t>
            </w:r>
          </w:p>
        </w:tc>
        <w:tc>
          <w:tcPr>
            <w:tcW w:w="733" w:type="dxa"/>
          </w:tcPr>
          <w:p w14:paraId="605590B0" w14:textId="77777777" w:rsidR="00601D52" w:rsidRPr="00FF44AF" w:rsidRDefault="00601D52" w:rsidP="00B2308D">
            <w:pPr>
              <w:jc w:val="center"/>
              <w:rPr>
                <w:rFonts w:ascii="Calibri" w:hAnsi="Calibri" w:cs="Arial"/>
                <w:sz w:val="24"/>
              </w:rPr>
            </w:pPr>
            <w:r>
              <w:rPr>
                <w:rFonts w:ascii="Calibri" w:hAnsi="Calibri" w:cs="Arial"/>
                <w:sz w:val="24"/>
              </w:rPr>
              <w:t>2,2</w:t>
            </w:r>
          </w:p>
        </w:tc>
      </w:tr>
    </w:tbl>
    <w:p w14:paraId="0DEA9497" w14:textId="77777777" w:rsidR="00601D52" w:rsidRPr="0012376A" w:rsidRDefault="00601D52" w:rsidP="00601D52">
      <w:pPr>
        <w:jc w:val="both"/>
        <w:rPr>
          <w:rFonts w:asciiTheme="minorHAnsi" w:hAnsiTheme="minorHAnsi" w:cs="Arial"/>
          <w:sz w:val="24"/>
        </w:rPr>
      </w:pPr>
      <w:r w:rsidRPr="0012376A">
        <w:rPr>
          <w:rFonts w:asciiTheme="minorHAnsi" w:hAnsiTheme="minorHAnsi" w:cs="Arial"/>
          <w:sz w:val="24"/>
        </w:rPr>
        <w:t xml:space="preserve">                         </w:t>
      </w:r>
    </w:p>
    <w:p w14:paraId="7B532AD6" w14:textId="77777777" w:rsidR="00601D52" w:rsidRPr="0012376A" w:rsidRDefault="00601D52" w:rsidP="00601D52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</w:rPr>
      </w:pPr>
      <w:r w:rsidRPr="0012376A">
        <w:rPr>
          <w:rFonts w:asciiTheme="minorHAnsi" w:hAnsiTheme="minorHAnsi" w:cs="Arial"/>
          <w:sz w:val="24"/>
        </w:rPr>
        <w:t>Размещение рекламного ролика первым и последним  в блоке</w:t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12376A">
        <w:rPr>
          <w:rFonts w:asciiTheme="minorHAnsi" w:hAnsiTheme="minorHAnsi" w:cs="Arial"/>
          <w:sz w:val="24"/>
        </w:rPr>
        <w:t xml:space="preserve">+ 15 % к тарифу </w:t>
      </w:r>
    </w:p>
    <w:p w14:paraId="409F469C" w14:textId="77777777" w:rsidR="00601D52" w:rsidRPr="0012376A" w:rsidRDefault="00FD4BDC" w:rsidP="00601D52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sz w:val="24"/>
        </w:rPr>
        <w:t>Январь, и</w:t>
      </w:r>
      <w:r w:rsidR="00601D52" w:rsidRPr="0012376A">
        <w:rPr>
          <w:rFonts w:asciiTheme="minorHAnsi" w:hAnsiTheme="minorHAnsi" w:cs="Arial"/>
          <w:sz w:val="24"/>
        </w:rPr>
        <w:t>юль, август  –  сезонная скидка</w:t>
      </w:r>
      <w:r>
        <w:rPr>
          <w:rFonts w:asciiTheme="minorHAnsi" w:hAnsiTheme="minorHAnsi" w:cs="Arial"/>
          <w:sz w:val="24"/>
        </w:rPr>
        <w:tab/>
      </w:r>
      <w:r>
        <w:rPr>
          <w:rFonts w:asciiTheme="minorHAnsi" w:hAnsiTheme="minorHAnsi" w:cs="Arial"/>
          <w:sz w:val="24"/>
        </w:rPr>
        <w:tab/>
      </w:r>
      <w:r>
        <w:rPr>
          <w:rFonts w:asciiTheme="minorHAnsi" w:hAnsiTheme="minorHAnsi" w:cs="Arial"/>
          <w:sz w:val="24"/>
        </w:rPr>
        <w:tab/>
      </w:r>
      <w:r>
        <w:rPr>
          <w:rFonts w:asciiTheme="minorHAnsi" w:hAnsiTheme="minorHAnsi" w:cs="Arial"/>
          <w:sz w:val="24"/>
        </w:rPr>
        <w:tab/>
      </w:r>
      <w:r>
        <w:rPr>
          <w:rFonts w:asciiTheme="minorHAnsi" w:hAnsiTheme="minorHAnsi" w:cs="Arial"/>
          <w:sz w:val="24"/>
        </w:rPr>
        <w:tab/>
      </w:r>
      <w:r w:rsidR="00601D52" w:rsidRPr="0012376A">
        <w:rPr>
          <w:rFonts w:asciiTheme="minorHAnsi" w:hAnsiTheme="minorHAnsi" w:cs="Arial"/>
          <w:sz w:val="24"/>
        </w:rPr>
        <w:t>- 5 % к тарифу</w:t>
      </w:r>
    </w:p>
    <w:p w14:paraId="396493AE" w14:textId="77777777" w:rsidR="00601D52" w:rsidRPr="0012376A" w:rsidRDefault="00601D52" w:rsidP="00601D52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</w:rPr>
      </w:pPr>
      <w:r w:rsidRPr="0012376A">
        <w:rPr>
          <w:rFonts w:asciiTheme="minorHAnsi" w:hAnsiTheme="minorHAnsi" w:cs="Arial"/>
          <w:sz w:val="24"/>
        </w:rPr>
        <w:t>Ноябрь, Декабрь  -  сезонная наценка</w:t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>
        <w:rPr>
          <w:rFonts w:asciiTheme="minorHAnsi" w:hAnsiTheme="minorHAnsi" w:cs="Arial"/>
          <w:sz w:val="24"/>
        </w:rPr>
        <w:t>+ 10 % к тарифу</w:t>
      </w:r>
    </w:p>
    <w:p w14:paraId="62825F36" w14:textId="77777777" w:rsidR="00601D52" w:rsidRPr="00247222" w:rsidRDefault="00601D52" w:rsidP="00601D52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</w:rPr>
      </w:pPr>
      <w:r w:rsidRPr="00302201">
        <w:rPr>
          <w:rFonts w:asciiTheme="minorHAnsi" w:hAnsiTheme="minorHAnsi" w:cs="Arial"/>
          <w:sz w:val="24"/>
        </w:rPr>
        <w:t>Co</w:t>
      </w:r>
      <w:r w:rsidRPr="00247222">
        <w:rPr>
          <w:rFonts w:asciiTheme="minorHAnsi" w:hAnsiTheme="minorHAnsi" w:cs="Arial"/>
          <w:sz w:val="24"/>
        </w:rPr>
        <w:t>-</w:t>
      </w:r>
      <w:r w:rsidRPr="00302201">
        <w:rPr>
          <w:rFonts w:asciiTheme="minorHAnsi" w:hAnsiTheme="minorHAnsi" w:cs="Arial"/>
          <w:sz w:val="24"/>
        </w:rPr>
        <w:t>promotion</w:t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 w:rsidRPr="00247222">
        <w:rPr>
          <w:rFonts w:asciiTheme="minorHAnsi" w:hAnsiTheme="minorHAnsi" w:cs="Arial"/>
          <w:sz w:val="24"/>
        </w:rPr>
        <w:tab/>
      </w:r>
      <w:r>
        <w:rPr>
          <w:rFonts w:asciiTheme="minorHAnsi" w:hAnsiTheme="minorHAnsi" w:cs="Arial"/>
          <w:sz w:val="24"/>
          <w:lang w:val="en-US"/>
        </w:rPr>
        <w:tab/>
      </w:r>
      <w:r w:rsidRPr="00247222">
        <w:rPr>
          <w:rFonts w:asciiTheme="minorHAnsi" w:hAnsiTheme="minorHAnsi" w:cs="Arial"/>
          <w:sz w:val="24"/>
        </w:rPr>
        <w:t xml:space="preserve">+ 15 % </w:t>
      </w:r>
      <w:r w:rsidRPr="0012376A">
        <w:rPr>
          <w:rFonts w:asciiTheme="minorHAnsi" w:hAnsiTheme="minorHAnsi" w:cs="Arial"/>
          <w:sz w:val="24"/>
        </w:rPr>
        <w:t>к</w:t>
      </w:r>
      <w:r w:rsidRPr="00247222">
        <w:rPr>
          <w:rFonts w:asciiTheme="minorHAnsi" w:hAnsiTheme="minorHAnsi" w:cs="Arial"/>
          <w:sz w:val="24"/>
        </w:rPr>
        <w:t xml:space="preserve"> </w:t>
      </w:r>
      <w:r w:rsidRPr="0012376A">
        <w:rPr>
          <w:rFonts w:asciiTheme="minorHAnsi" w:hAnsiTheme="minorHAnsi" w:cs="Arial"/>
          <w:sz w:val="24"/>
        </w:rPr>
        <w:t>тарифу</w:t>
      </w:r>
    </w:p>
    <w:p w14:paraId="3E8B9520" w14:textId="77777777" w:rsidR="00601D52" w:rsidRPr="00247222" w:rsidRDefault="00601D52" w:rsidP="00601D52">
      <w:pPr>
        <w:jc w:val="both"/>
        <w:rPr>
          <w:rFonts w:asciiTheme="minorHAnsi" w:hAnsiTheme="minorHAnsi" w:cs="Arial"/>
        </w:rPr>
      </w:pPr>
    </w:p>
    <w:p w14:paraId="0BE4C5CB" w14:textId="77777777" w:rsidR="00130D76" w:rsidRDefault="00130D76" w:rsidP="004C360B">
      <w:pPr>
        <w:rPr>
          <w:szCs w:val="20"/>
        </w:rPr>
      </w:pPr>
    </w:p>
    <w:p w14:paraId="6284B611" w14:textId="77777777" w:rsidR="00130D76" w:rsidRDefault="00130D76" w:rsidP="00601D52">
      <w:pPr>
        <w:rPr>
          <w:szCs w:val="20"/>
        </w:rPr>
      </w:pPr>
      <w:r>
        <w:br/>
      </w:r>
    </w:p>
    <w:sectPr w:rsidR="00130D76" w:rsidSect="00F06018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3FF53" w14:textId="77777777" w:rsidR="00370FA3" w:rsidRDefault="00370FA3">
      <w:r>
        <w:separator/>
      </w:r>
    </w:p>
  </w:endnote>
  <w:endnote w:type="continuationSeparator" w:id="0">
    <w:p w14:paraId="0E575CD8" w14:textId="77777777" w:rsidR="00370FA3" w:rsidRDefault="00370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297E4" w14:textId="77777777" w:rsidR="00C23B10" w:rsidRPr="00C23B10" w:rsidRDefault="00C23B10" w:rsidP="00C23B10">
    <w:pPr>
      <w:pStyle w:val="a4"/>
      <w:jc w:val="right"/>
      <w:rPr>
        <w:rFonts w:ascii="Calibri" w:hAnsi="Calibri" w:cs="Arial"/>
        <w:bCs/>
        <w:sz w:val="24"/>
      </w:rPr>
    </w:pPr>
    <w:r w:rsidRPr="00C23B10">
      <w:rPr>
        <w:rFonts w:ascii="Calibri" w:hAnsi="Calibri" w:cs="Arial"/>
        <w:bCs/>
        <w:sz w:val="24"/>
      </w:rPr>
      <w:t>РА "БРЭНД МЕДИА"</w:t>
    </w:r>
  </w:p>
  <w:p w14:paraId="0DBA0343" w14:textId="77777777" w:rsidR="00C23B10" w:rsidRPr="00C23B10" w:rsidRDefault="00C23B10" w:rsidP="00C23B10">
    <w:pPr>
      <w:pStyle w:val="a4"/>
      <w:jc w:val="right"/>
      <w:rPr>
        <w:rFonts w:ascii="Calibri" w:hAnsi="Calibri" w:cs="Arial"/>
        <w:bCs/>
        <w:sz w:val="24"/>
      </w:rPr>
    </w:pPr>
    <w:r w:rsidRPr="00C23B10">
      <w:rPr>
        <w:rFonts w:ascii="Calibri" w:hAnsi="Calibri" w:cs="Arial"/>
        <w:bCs/>
        <w:sz w:val="24"/>
      </w:rPr>
      <w:t>+74957408558</w:t>
    </w:r>
  </w:p>
  <w:p w14:paraId="39F3FC5B" w14:textId="341BD784" w:rsidR="00601D52" w:rsidRPr="00C23B10" w:rsidRDefault="00C23B10" w:rsidP="00C23B10">
    <w:pPr>
      <w:pStyle w:val="a4"/>
      <w:jc w:val="right"/>
      <w:rPr>
        <w:bCs/>
      </w:rPr>
    </w:pPr>
    <w:r w:rsidRPr="00C23B10">
      <w:rPr>
        <w:rFonts w:ascii="Calibri" w:hAnsi="Calibri" w:cs="Arial"/>
        <w:bCs/>
        <w:sz w:val="24"/>
      </w:rPr>
      <w:t>www.brand-radio.ru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06563" w14:textId="77777777" w:rsidR="00370FA3" w:rsidRDefault="00370FA3">
      <w:r>
        <w:separator/>
      </w:r>
    </w:p>
  </w:footnote>
  <w:footnote w:type="continuationSeparator" w:id="0">
    <w:p w14:paraId="1AF243B9" w14:textId="77777777" w:rsidR="00370FA3" w:rsidRDefault="00370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5ABA5" w14:textId="320144C5" w:rsidR="0027581F" w:rsidRPr="00C23B10" w:rsidRDefault="00C23B10" w:rsidP="00C23B10">
    <w:pPr>
      <w:pStyle w:val="a3"/>
    </w:pPr>
    <w:r>
      <w:rPr>
        <w:noProof/>
      </w:rPr>
      <w:drawing>
        <wp:inline distT="0" distB="0" distL="0" distR="0" wp14:anchorId="56257CB8" wp14:editId="3CA5D3E9">
          <wp:extent cx="2479110" cy="904875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0897" cy="905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B38A4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7569"/>
    <w:rsid w:val="00005392"/>
    <w:rsid w:val="000154CF"/>
    <w:rsid w:val="00064F79"/>
    <w:rsid w:val="00072592"/>
    <w:rsid w:val="000F2381"/>
    <w:rsid w:val="00121688"/>
    <w:rsid w:val="00125065"/>
    <w:rsid w:val="00130D76"/>
    <w:rsid w:val="001325D7"/>
    <w:rsid w:val="001442E0"/>
    <w:rsid w:val="001674CB"/>
    <w:rsid w:val="0018687C"/>
    <w:rsid w:val="00190407"/>
    <w:rsid w:val="001A0072"/>
    <w:rsid w:val="001C5271"/>
    <w:rsid w:val="001D12E5"/>
    <w:rsid w:val="001D29B9"/>
    <w:rsid w:val="001F7A30"/>
    <w:rsid w:val="00212F6F"/>
    <w:rsid w:val="00217B08"/>
    <w:rsid w:val="0023311B"/>
    <w:rsid w:val="00252BF1"/>
    <w:rsid w:val="00256EBB"/>
    <w:rsid w:val="0027581F"/>
    <w:rsid w:val="002A4F42"/>
    <w:rsid w:val="002F642E"/>
    <w:rsid w:val="002F7630"/>
    <w:rsid w:val="00302201"/>
    <w:rsid w:val="00303608"/>
    <w:rsid w:val="00307B15"/>
    <w:rsid w:val="0031296D"/>
    <w:rsid w:val="003216AC"/>
    <w:rsid w:val="003232B7"/>
    <w:rsid w:val="003234B7"/>
    <w:rsid w:val="003259DC"/>
    <w:rsid w:val="0033448E"/>
    <w:rsid w:val="0034199B"/>
    <w:rsid w:val="00370FA3"/>
    <w:rsid w:val="003846F1"/>
    <w:rsid w:val="003862D2"/>
    <w:rsid w:val="00395EA8"/>
    <w:rsid w:val="003A0A45"/>
    <w:rsid w:val="003B3B2B"/>
    <w:rsid w:val="003B53AD"/>
    <w:rsid w:val="003C5792"/>
    <w:rsid w:val="003E5705"/>
    <w:rsid w:val="004124D4"/>
    <w:rsid w:val="00437B83"/>
    <w:rsid w:val="004572DF"/>
    <w:rsid w:val="00470119"/>
    <w:rsid w:val="004727D0"/>
    <w:rsid w:val="00476F17"/>
    <w:rsid w:val="004847C4"/>
    <w:rsid w:val="00484BE7"/>
    <w:rsid w:val="004912C1"/>
    <w:rsid w:val="00497555"/>
    <w:rsid w:val="004C360B"/>
    <w:rsid w:val="004D2968"/>
    <w:rsid w:val="004E27ED"/>
    <w:rsid w:val="004E53DC"/>
    <w:rsid w:val="004E64BA"/>
    <w:rsid w:val="00506B5A"/>
    <w:rsid w:val="005210F5"/>
    <w:rsid w:val="00524B86"/>
    <w:rsid w:val="00525065"/>
    <w:rsid w:val="005428E3"/>
    <w:rsid w:val="00557859"/>
    <w:rsid w:val="005612AF"/>
    <w:rsid w:val="00587728"/>
    <w:rsid w:val="005908B2"/>
    <w:rsid w:val="0059117E"/>
    <w:rsid w:val="00593CB9"/>
    <w:rsid w:val="005A08FD"/>
    <w:rsid w:val="005A2C8E"/>
    <w:rsid w:val="005A63C9"/>
    <w:rsid w:val="005A6FF3"/>
    <w:rsid w:val="005C0C09"/>
    <w:rsid w:val="005C24AE"/>
    <w:rsid w:val="005C5F3E"/>
    <w:rsid w:val="005D2B22"/>
    <w:rsid w:val="00601D52"/>
    <w:rsid w:val="006277F0"/>
    <w:rsid w:val="0063267E"/>
    <w:rsid w:val="006326BF"/>
    <w:rsid w:val="0067251F"/>
    <w:rsid w:val="006D6E11"/>
    <w:rsid w:val="006F5928"/>
    <w:rsid w:val="0070482A"/>
    <w:rsid w:val="00715206"/>
    <w:rsid w:val="00727B3F"/>
    <w:rsid w:val="0074186E"/>
    <w:rsid w:val="00757996"/>
    <w:rsid w:val="00770322"/>
    <w:rsid w:val="00780049"/>
    <w:rsid w:val="007B509E"/>
    <w:rsid w:val="007E5272"/>
    <w:rsid w:val="00824F64"/>
    <w:rsid w:val="00847E7B"/>
    <w:rsid w:val="00850838"/>
    <w:rsid w:val="008A3022"/>
    <w:rsid w:val="008B52BA"/>
    <w:rsid w:val="008C0C4F"/>
    <w:rsid w:val="008C0E62"/>
    <w:rsid w:val="008D628F"/>
    <w:rsid w:val="008E0629"/>
    <w:rsid w:val="008E33BC"/>
    <w:rsid w:val="008F6092"/>
    <w:rsid w:val="008F65C7"/>
    <w:rsid w:val="0091327A"/>
    <w:rsid w:val="00920A23"/>
    <w:rsid w:val="00920D89"/>
    <w:rsid w:val="009238F8"/>
    <w:rsid w:val="00952EE8"/>
    <w:rsid w:val="009655D0"/>
    <w:rsid w:val="009717A1"/>
    <w:rsid w:val="009A6E6D"/>
    <w:rsid w:val="009D532B"/>
    <w:rsid w:val="009E64A6"/>
    <w:rsid w:val="009F0B61"/>
    <w:rsid w:val="00A02DF2"/>
    <w:rsid w:val="00A03E52"/>
    <w:rsid w:val="00A147EB"/>
    <w:rsid w:val="00A17733"/>
    <w:rsid w:val="00A339DF"/>
    <w:rsid w:val="00A567C7"/>
    <w:rsid w:val="00A91FB5"/>
    <w:rsid w:val="00A96E19"/>
    <w:rsid w:val="00AA7197"/>
    <w:rsid w:val="00AB27EA"/>
    <w:rsid w:val="00AD3687"/>
    <w:rsid w:val="00AE659D"/>
    <w:rsid w:val="00AF57C9"/>
    <w:rsid w:val="00B158DA"/>
    <w:rsid w:val="00B16BA5"/>
    <w:rsid w:val="00B17950"/>
    <w:rsid w:val="00B20097"/>
    <w:rsid w:val="00B474B6"/>
    <w:rsid w:val="00B662C0"/>
    <w:rsid w:val="00B71BA5"/>
    <w:rsid w:val="00B9490C"/>
    <w:rsid w:val="00B95BBD"/>
    <w:rsid w:val="00BB0C97"/>
    <w:rsid w:val="00BD3A77"/>
    <w:rsid w:val="00BD5C88"/>
    <w:rsid w:val="00C056A7"/>
    <w:rsid w:val="00C127EB"/>
    <w:rsid w:val="00C16549"/>
    <w:rsid w:val="00C209A7"/>
    <w:rsid w:val="00C23B10"/>
    <w:rsid w:val="00C4379E"/>
    <w:rsid w:val="00C6602C"/>
    <w:rsid w:val="00C76336"/>
    <w:rsid w:val="00C76FDC"/>
    <w:rsid w:val="00C92FAA"/>
    <w:rsid w:val="00CA3062"/>
    <w:rsid w:val="00CC5428"/>
    <w:rsid w:val="00CE1684"/>
    <w:rsid w:val="00CE7270"/>
    <w:rsid w:val="00CF2DFB"/>
    <w:rsid w:val="00D026A5"/>
    <w:rsid w:val="00D17569"/>
    <w:rsid w:val="00D46AB3"/>
    <w:rsid w:val="00D47295"/>
    <w:rsid w:val="00D47C04"/>
    <w:rsid w:val="00D6204A"/>
    <w:rsid w:val="00D657CF"/>
    <w:rsid w:val="00D672A2"/>
    <w:rsid w:val="00D86DA2"/>
    <w:rsid w:val="00D87C7F"/>
    <w:rsid w:val="00D95319"/>
    <w:rsid w:val="00DE0827"/>
    <w:rsid w:val="00DF5307"/>
    <w:rsid w:val="00E0035A"/>
    <w:rsid w:val="00E057F3"/>
    <w:rsid w:val="00E05E8E"/>
    <w:rsid w:val="00E35964"/>
    <w:rsid w:val="00E549E2"/>
    <w:rsid w:val="00E62CC2"/>
    <w:rsid w:val="00E62EA5"/>
    <w:rsid w:val="00E747A8"/>
    <w:rsid w:val="00E77BDF"/>
    <w:rsid w:val="00E85C96"/>
    <w:rsid w:val="00E917E9"/>
    <w:rsid w:val="00EA18F5"/>
    <w:rsid w:val="00EB3A85"/>
    <w:rsid w:val="00EB3F42"/>
    <w:rsid w:val="00EB44D9"/>
    <w:rsid w:val="00ED4B5B"/>
    <w:rsid w:val="00EE4AAE"/>
    <w:rsid w:val="00F06018"/>
    <w:rsid w:val="00F07AA7"/>
    <w:rsid w:val="00F33199"/>
    <w:rsid w:val="00F33EDE"/>
    <w:rsid w:val="00F50054"/>
    <w:rsid w:val="00F51D52"/>
    <w:rsid w:val="00F54CBE"/>
    <w:rsid w:val="00F57893"/>
    <w:rsid w:val="00F77F93"/>
    <w:rsid w:val="00F857E1"/>
    <w:rsid w:val="00FD4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A3860A"/>
  <w15:docId w15:val="{40E205D8-4AAE-48DA-866E-BD739D49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rial" w:hAnsi="Arial"/>
      <w:szCs w:val="24"/>
    </w:rPr>
  </w:style>
  <w:style w:type="paragraph" w:styleId="1">
    <w:name w:val="heading 1"/>
    <w:basedOn w:val="a"/>
    <w:next w:val="a"/>
    <w:qFormat/>
    <w:rsid w:val="004C360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601D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601D5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E0629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uiPriority w:val="99"/>
    <w:rsid w:val="008E0629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3B53A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B53AD"/>
    <w:rPr>
      <w:rFonts w:ascii="Tahoma" w:hAnsi="Tahoma" w:cs="Tahoma"/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rsid w:val="00DF5307"/>
    <w:rPr>
      <w:rFonts w:ascii="Arial" w:hAnsi="Arial"/>
      <w:szCs w:val="24"/>
    </w:rPr>
  </w:style>
  <w:style w:type="character" w:styleId="a8">
    <w:name w:val="Emphasis"/>
    <w:basedOn w:val="a0"/>
    <w:qFormat/>
    <w:rsid w:val="00AA7197"/>
    <w:rPr>
      <w:i/>
      <w:iCs/>
    </w:rPr>
  </w:style>
  <w:style w:type="character" w:customStyle="1" w:styleId="40">
    <w:name w:val="Заголовок 4 Знак"/>
    <w:basedOn w:val="a0"/>
    <w:link w:val="4"/>
    <w:rsid w:val="00601D52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customStyle="1" w:styleId="50">
    <w:name w:val="Заголовок 5 Знак"/>
    <w:basedOn w:val="a0"/>
    <w:link w:val="5"/>
    <w:rsid w:val="00601D52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a9">
    <w:name w:val="Body Text"/>
    <w:basedOn w:val="a"/>
    <w:link w:val="aa"/>
    <w:rsid w:val="00601D52"/>
    <w:pPr>
      <w:jc w:val="both"/>
    </w:pPr>
    <w:rPr>
      <w:rFonts w:ascii="Times New Roman" w:hAnsi="Times New Roman"/>
      <w:b/>
      <w:sz w:val="24"/>
      <w:szCs w:val="20"/>
    </w:rPr>
  </w:style>
  <w:style w:type="character" w:customStyle="1" w:styleId="aa">
    <w:name w:val="Основной текст Знак"/>
    <w:basedOn w:val="a0"/>
    <w:link w:val="a9"/>
    <w:rsid w:val="00601D52"/>
    <w:rPr>
      <w:b/>
      <w:sz w:val="24"/>
    </w:rPr>
  </w:style>
  <w:style w:type="character" w:styleId="ab">
    <w:name w:val="Strong"/>
    <w:basedOn w:val="a0"/>
    <w:uiPriority w:val="22"/>
    <w:qFormat/>
    <w:rsid w:val="004E64BA"/>
    <w:rPr>
      <w:b/>
      <w:bCs/>
    </w:rPr>
  </w:style>
  <w:style w:type="character" w:customStyle="1" w:styleId="red">
    <w:name w:val="red"/>
    <w:basedOn w:val="a0"/>
    <w:rsid w:val="004E6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5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2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omova\AppData\Local\Temp\blank_corporate-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2317-DAF7-4788-A359-EDDD6BCE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blank_corporate-3</Template>
  <TotalTime>30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Генеральному директору ООО «Радио-Любовь» Голубевой Ю</vt:lpstr>
      <vt:lpstr>Генеральному директору ООО «Радио-Любовь» Голубевой Ю</vt:lpstr>
    </vt:vector>
  </TitlesOfParts>
  <Company>Love Radio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директору ООО «Радио-Любовь» Голубевой Ю</dc:title>
  <dc:creator>gromova</dc:creator>
  <cp:lastModifiedBy>Павел Левашев</cp:lastModifiedBy>
  <cp:revision>16</cp:revision>
  <cp:lastPrinted>2018-08-20T08:13:00Z</cp:lastPrinted>
  <dcterms:created xsi:type="dcterms:W3CDTF">2018-08-20T08:05:00Z</dcterms:created>
  <dcterms:modified xsi:type="dcterms:W3CDTF">2022-02-04T10:59:00Z</dcterms:modified>
</cp:coreProperties>
</file>